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53CC1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  <w:r w:rsidRPr="0036178E">
        <w:rPr>
          <w:rFonts w:ascii="Arial Narrow" w:hAnsi="Arial Narrow"/>
          <w:sz w:val="24"/>
          <w:szCs w:val="24"/>
        </w:rPr>
        <w:t xml:space="preserve">................................................................         </w:t>
      </w:r>
    </w:p>
    <w:p w14:paraId="1658684C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  <w:r w:rsidRPr="0036178E">
        <w:rPr>
          <w:rFonts w:ascii="Arial Narrow" w:hAnsi="Arial Narrow"/>
          <w:sz w:val="24"/>
          <w:szCs w:val="24"/>
        </w:rPr>
        <w:t>oznaczenie Wykonawcy</w:t>
      </w:r>
      <w:r w:rsidRPr="0036178E">
        <w:rPr>
          <w:rFonts w:ascii="Arial Narrow" w:hAnsi="Arial Narrow"/>
          <w:sz w:val="24"/>
          <w:szCs w:val="24"/>
        </w:rPr>
        <w:tab/>
      </w:r>
    </w:p>
    <w:p w14:paraId="58A5D737" w14:textId="0CF96CB4" w:rsidR="0036178E" w:rsidRPr="0036178E" w:rsidRDefault="0036178E" w:rsidP="0036178E">
      <w:pPr>
        <w:rPr>
          <w:rFonts w:ascii="Arial Narrow" w:hAnsi="Arial Narrow"/>
          <w:bCs/>
          <w:sz w:val="24"/>
          <w:szCs w:val="24"/>
        </w:rPr>
      </w:pPr>
      <w:r w:rsidRPr="0036178E">
        <w:rPr>
          <w:rFonts w:ascii="Arial Narrow" w:hAnsi="Arial Narrow"/>
          <w:bCs/>
          <w:sz w:val="24"/>
          <w:szCs w:val="24"/>
        </w:rPr>
        <w:t xml:space="preserve">WYKAZ </w:t>
      </w:r>
      <w:r w:rsidR="00FE02D7">
        <w:rPr>
          <w:rFonts w:ascii="Arial Narrow" w:hAnsi="Arial Narrow"/>
          <w:bCs/>
          <w:sz w:val="24"/>
          <w:szCs w:val="24"/>
        </w:rPr>
        <w:t>USŁUG</w:t>
      </w:r>
    </w:p>
    <w:p w14:paraId="6D3E4E3E" w14:textId="459A33D8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  <w:r w:rsidRPr="0036178E">
        <w:rPr>
          <w:rFonts w:ascii="Arial Narrow" w:hAnsi="Arial Narrow"/>
          <w:sz w:val="24"/>
          <w:szCs w:val="24"/>
        </w:rPr>
        <w:t>„</w:t>
      </w:r>
      <w:r w:rsidR="00FE02D7" w:rsidRPr="00E33DAB">
        <w:rPr>
          <w:rFonts w:ascii="Arial Narrow" w:hAnsi="Arial Narrow"/>
          <w:sz w:val="24"/>
          <w:szCs w:val="24"/>
        </w:rPr>
        <w:t>Usługa nadzoru inwestorskiego branży budowlanej dotyczy robót budowlano-konserwatorskich przy remoncie elewacji w Muzeum Historii To</w:t>
      </w:r>
      <w:r w:rsidR="00FE02D7">
        <w:rPr>
          <w:rFonts w:ascii="Arial Narrow" w:hAnsi="Arial Narrow"/>
          <w:sz w:val="24"/>
          <w:szCs w:val="24"/>
        </w:rPr>
        <w:t>r</w:t>
      </w:r>
      <w:r w:rsidR="00FE02D7" w:rsidRPr="00E33DAB">
        <w:rPr>
          <w:rFonts w:ascii="Arial Narrow" w:hAnsi="Arial Narrow"/>
          <w:sz w:val="24"/>
          <w:szCs w:val="24"/>
        </w:rPr>
        <w:t xml:space="preserve">unia w Domu </w:t>
      </w:r>
      <w:proofErr w:type="spellStart"/>
      <w:r w:rsidR="00FE02D7" w:rsidRPr="00E33DAB">
        <w:rPr>
          <w:rFonts w:ascii="Arial Narrow" w:hAnsi="Arial Narrow"/>
          <w:sz w:val="24"/>
          <w:szCs w:val="24"/>
        </w:rPr>
        <w:t>Esken</w:t>
      </w:r>
      <w:r w:rsidR="00FE02D7">
        <w:rPr>
          <w:rFonts w:ascii="Arial Narrow" w:hAnsi="Arial Narrow"/>
          <w:sz w:val="24"/>
          <w:szCs w:val="24"/>
        </w:rPr>
        <w:t>ó</w:t>
      </w:r>
      <w:r w:rsidR="00FE02D7" w:rsidRPr="00E33DAB">
        <w:rPr>
          <w:rFonts w:ascii="Arial Narrow" w:hAnsi="Arial Narrow"/>
          <w:sz w:val="24"/>
          <w:szCs w:val="24"/>
        </w:rPr>
        <w:t>w</w:t>
      </w:r>
      <w:proofErr w:type="spellEnd"/>
      <w:r w:rsidR="00FE02D7" w:rsidRPr="00E33DAB">
        <w:rPr>
          <w:rFonts w:ascii="Arial Narrow" w:hAnsi="Arial Narrow"/>
          <w:sz w:val="24"/>
          <w:szCs w:val="24"/>
        </w:rPr>
        <w:t xml:space="preserve"> wraz z pracami dodatkowymi</w:t>
      </w:r>
      <w:r w:rsidR="00FE02D7">
        <w:rPr>
          <w:rFonts w:ascii="Arial Narrow" w:hAnsi="Arial Narrow"/>
          <w:sz w:val="24"/>
          <w:szCs w:val="24"/>
        </w:rPr>
        <w:t>.</w:t>
      </w:r>
      <w:r w:rsidRPr="0036178E">
        <w:rPr>
          <w:rFonts w:ascii="Arial Narrow" w:hAnsi="Arial Narrow"/>
          <w:sz w:val="24"/>
          <w:szCs w:val="24"/>
        </w:rPr>
        <w:t>”</w:t>
      </w:r>
      <w:r>
        <w:rPr>
          <w:rFonts w:ascii="Arial Narrow" w:hAnsi="Arial Narrow"/>
          <w:sz w:val="24"/>
          <w:szCs w:val="24"/>
        </w:rPr>
        <w:t xml:space="preserve"> – wypełnić odpowiednią liczbę rzędów</w:t>
      </w:r>
    </w:p>
    <w:p w14:paraId="0A4C84A2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tbl>
      <w:tblPr>
        <w:tblW w:w="13743" w:type="dxa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5263"/>
        <w:gridCol w:w="2268"/>
        <w:gridCol w:w="2693"/>
        <w:gridCol w:w="2977"/>
      </w:tblGrid>
      <w:tr w:rsidR="00FE02D7" w:rsidRPr="0036178E" w14:paraId="7E5EFF7F" w14:textId="77777777" w:rsidTr="00FE02D7">
        <w:trPr>
          <w:trHeight w:val="147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88E1BE" w14:textId="77777777" w:rsidR="00FE02D7" w:rsidRPr="0036178E" w:rsidRDefault="00FE02D7" w:rsidP="0036178E">
            <w:pPr>
              <w:rPr>
                <w:rFonts w:ascii="Arial Narrow" w:hAnsi="Arial Narrow"/>
                <w:sz w:val="24"/>
                <w:szCs w:val="24"/>
              </w:rPr>
            </w:pPr>
            <w:r w:rsidRPr="0036178E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48F3EB" w14:textId="77777777" w:rsidR="00FE02D7" w:rsidRPr="0036178E" w:rsidRDefault="00FE02D7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6178E">
              <w:rPr>
                <w:rFonts w:ascii="Arial Narrow" w:hAnsi="Arial Narrow"/>
                <w:b/>
                <w:bCs/>
                <w:sz w:val="24"/>
                <w:szCs w:val="24"/>
              </w:rPr>
              <w:t>Przedmiot kontraktu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C23332" w14:textId="77777777" w:rsidR="00FE02D7" w:rsidRPr="0036178E" w:rsidRDefault="00FE02D7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6178E">
              <w:rPr>
                <w:rFonts w:ascii="Arial Narrow" w:hAnsi="Arial Narrow"/>
                <w:b/>
                <w:bCs/>
                <w:sz w:val="24"/>
                <w:szCs w:val="24"/>
              </w:rPr>
              <w:t>Zamawiający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2E12F" w14:textId="77777777" w:rsidR="00FE02D7" w:rsidRPr="0036178E" w:rsidRDefault="00FE02D7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6178E">
              <w:rPr>
                <w:rFonts w:ascii="Arial Narrow" w:hAnsi="Arial Narrow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6E4A" w14:textId="77777777" w:rsidR="00FE02D7" w:rsidRPr="0036178E" w:rsidRDefault="00FE02D7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6094D8C9" w14:textId="77777777" w:rsidR="00FE02D7" w:rsidRPr="0036178E" w:rsidRDefault="00FE02D7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6178E">
              <w:rPr>
                <w:rFonts w:ascii="Arial Narrow" w:hAnsi="Arial Narrow"/>
                <w:b/>
                <w:bCs/>
                <w:sz w:val="24"/>
                <w:szCs w:val="24"/>
              </w:rPr>
              <w:t>Data wykonania</w:t>
            </w:r>
          </w:p>
          <w:p w14:paraId="494D70EF" w14:textId="77777777" w:rsidR="00FE02D7" w:rsidRPr="0036178E" w:rsidRDefault="00FE02D7" w:rsidP="0036178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FE02D7" w:rsidRPr="0036178E" w14:paraId="48ED895F" w14:textId="77777777" w:rsidTr="00FE02D7">
        <w:trPr>
          <w:trHeight w:val="1239"/>
        </w:trPr>
        <w:tc>
          <w:tcPr>
            <w:tcW w:w="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7CA01A" w14:textId="77777777" w:rsidR="00FE02D7" w:rsidRPr="0036178E" w:rsidRDefault="00FE02D7" w:rsidP="0036178E">
            <w:pPr>
              <w:rPr>
                <w:rFonts w:ascii="Arial Narrow" w:hAnsi="Arial Narrow"/>
                <w:sz w:val="24"/>
                <w:szCs w:val="24"/>
              </w:rPr>
            </w:pPr>
            <w:r w:rsidRPr="0036178E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52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16CDC0" w14:textId="77777777" w:rsidR="00FE02D7" w:rsidRPr="0036178E" w:rsidRDefault="00FE02D7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E02373" w14:textId="77777777" w:rsidR="00FE02D7" w:rsidRPr="0036178E" w:rsidRDefault="00FE02D7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BCF7C7" w14:textId="77777777" w:rsidR="00FE02D7" w:rsidRPr="0036178E" w:rsidRDefault="00FE02D7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50A7" w14:textId="77777777" w:rsidR="00FE02D7" w:rsidRPr="0036178E" w:rsidRDefault="00FE02D7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E02D7" w:rsidRPr="0036178E" w14:paraId="3A8141A8" w14:textId="77777777" w:rsidTr="00FE02D7">
        <w:trPr>
          <w:trHeight w:val="1239"/>
        </w:trPr>
        <w:tc>
          <w:tcPr>
            <w:tcW w:w="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BBD26F" w14:textId="77777777" w:rsidR="00FE02D7" w:rsidRPr="0036178E" w:rsidRDefault="00FE02D7" w:rsidP="0036178E">
            <w:pPr>
              <w:rPr>
                <w:rFonts w:ascii="Arial Narrow" w:hAnsi="Arial Narrow"/>
                <w:sz w:val="24"/>
                <w:szCs w:val="24"/>
              </w:rPr>
            </w:pPr>
            <w:r w:rsidRPr="0036178E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52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84CCC2" w14:textId="77777777" w:rsidR="00FE02D7" w:rsidRPr="0036178E" w:rsidRDefault="00FE02D7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AFFF8D" w14:textId="77777777" w:rsidR="00FE02D7" w:rsidRPr="0036178E" w:rsidRDefault="00FE02D7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EB8C3A" w14:textId="77777777" w:rsidR="00FE02D7" w:rsidRPr="0036178E" w:rsidRDefault="00FE02D7" w:rsidP="0036178E">
            <w:pPr>
              <w:rPr>
                <w:rFonts w:ascii="Arial Narrow" w:hAnsi="Arial Narrow"/>
                <w:sz w:val="24"/>
                <w:szCs w:val="24"/>
              </w:rPr>
            </w:pPr>
            <w:r w:rsidRPr="0036178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C44" w14:textId="77777777" w:rsidR="00FE02D7" w:rsidRPr="0036178E" w:rsidRDefault="00FE02D7" w:rsidP="0036178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247D30C" w14:textId="725558B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  <w:r w:rsidRPr="0036178E">
        <w:rPr>
          <w:rFonts w:ascii="Arial Narrow" w:hAnsi="Arial Narrow"/>
          <w:sz w:val="24"/>
          <w:szCs w:val="24"/>
        </w:rPr>
        <w:t xml:space="preserve">Do </w:t>
      </w:r>
      <w:r w:rsidR="00FE02D7">
        <w:rPr>
          <w:rFonts w:ascii="Arial Narrow" w:hAnsi="Arial Narrow"/>
          <w:sz w:val="24"/>
          <w:szCs w:val="24"/>
        </w:rPr>
        <w:t xml:space="preserve">usług </w:t>
      </w:r>
      <w:r w:rsidRPr="0036178E">
        <w:rPr>
          <w:rFonts w:ascii="Arial Narrow" w:hAnsi="Arial Narrow"/>
          <w:sz w:val="24"/>
          <w:szCs w:val="24"/>
        </w:rPr>
        <w:t>wymienionych w wykazie należy załączyć dowody potwierdzające, że zostały lub są wykonywana należycie.</w:t>
      </w:r>
    </w:p>
    <w:p w14:paraId="28785119" w14:textId="127A992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</w:t>
      </w:r>
    </w:p>
    <w:p w14:paraId="2ACBE87A" w14:textId="77777777" w:rsidR="0036178E" w:rsidRPr="0036178E" w:rsidRDefault="0036178E" w:rsidP="0036178E">
      <w:pPr>
        <w:rPr>
          <w:rFonts w:ascii="Arial Narrow" w:hAnsi="Arial Narrow"/>
          <w:b/>
          <w:iCs/>
          <w:sz w:val="24"/>
          <w:szCs w:val="24"/>
        </w:rPr>
      </w:pPr>
      <w:bookmarkStart w:id="0" w:name="_Hlk66446977"/>
      <w:r w:rsidRPr="0036178E">
        <w:rPr>
          <w:rFonts w:ascii="Arial Narrow" w:hAnsi="Arial Narrow"/>
          <w:b/>
          <w:iCs/>
          <w:sz w:val="24"/>
          <w:szCs w:val="24"/>
        </w:rPr>
        <w:lastRenderedPageBreak/>
        <w:t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 formacie PDF</w:t>
      </w:r>
      <w:bookmarkEnd w:id="0"/>
      <w:r w:rsidRPr="0036178E">
        <w:rPr>
          <w:rFonts w:ascii="Arial Narrow" w:hAnsi="Arial Narrow"/>
          <w:b/>
          <w:iCs/>
          <w:sz w:val="24"/>
          <w:szCs w:val="24"/>
        </w:rPr>
        <w:t>.</w:t>
      </w:r>
    </w:p>
    <w:p w14:paraId="10390BE8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17D7ECAF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760B1F0C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23EDC127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70625471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683DCFA2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6919F84D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5034D2AF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6CB490E4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1268A1F0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06921C41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315BB8CC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2A58C299" w14:textId="77777777" w:rsidR="0036178E" w:rsidRDefault="0036178E" w:rsidP="0036178E">
      <w:pPr>
        <w:rPr>
          <w:rFonts w:ascii="Arial Narrow" w:hAnsi="Arial Narrow"/>
          <w:sz w:val="24"/>
          <w:szCs w:val="24"/>
        </w:rPr>
      </w:pPr>
    </w:p>
    <w:p w14:paraId="4B7C7ED0" w14:textId="77777777" w:rsidR="0036178E" w:rsidRPr="0036178E" w:rsidRDefault="0036178E" w:rsidP="0036178E">
      <w:pPr>
        <w:rPr>
          <w:rFonts w:ascii="Arial Narrow" w:hAnsi="Arial Narrow"/>
          <w:sz w:val="24"/>
          <w:szCs w:val="24"/>
        </w:rPr>
      </w:pPr>
    </w:p>
    <w:sectPr w:rsidR="0036178E" w:rsidRPr="0036178E" w:rsidSect="0036178E">
      <w:headerReference w:type="default" r:id="rId6"/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853A8" w14:textId="77777777" w:rsidR="00BB7DC2" w:rsidRDefault="00BB7DC2" w:rsidP="001522C2">
      <w:pPr>
        <w:spacing w:after="0" w:line="240" w:lineRule="auto"/>
      </w:pPr>
      <w:r>
        <w:separator/>
      </w:r>
    </w:p>
  </w:endnote>
  <w:endnote w:type="continuationSeparator" w:id="0">
    <w:p w14:paraId="5FE379A2" w14:textId="77777777" w:rsidR="00BB7DC2" w:rsidRDefault="00BB7DC2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152E8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43DC2D84" wp14:editId="0649FD62">
          <wp:extent cx="9077325" cy="1263981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790" cy="1284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664521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65DA5" w14:textId="77777777" w:rsidR="00BB7DC2" w:rsidRDefault="00BB7DC2" w:rsidP="001522C2">
      <w:pPr>
        <w:spacing w:after="0" w:line="240" w:lineRule="auto"/>
      </w:pPr>
      <w:r>
        <w:separator/>
      </w:r>
    </w:p>
  </w:footnote>
  <w:footnote w:type="continuationSeparator" w:id="0">
    <w:p w14:paraId="1A845CB9" w14:textId="77777777" w:rsidR="00BB7DC2" w:rsidRDefault="00BB7DC2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13667" w14:textId="2841E91E" w:rsidR="0036178E" w:rsidRDefault="0036178E">
    <w:pPr>
      <w:pStyle w:val="Nagwek"/>
    </w:pPr>
    <w:r>
      <w:t xml:space="preserve">Załącznik nr 7, </w:t>
    </w:r>
    <w:bookmarkStart w:id="1" w:name="_Hlk222136279"/>
    <w:r w:rsidR="00FE02D7" w:rsidRPr="00E33DAB">
      <w:rPr>
        <w:rFonts w:ascii="Arial Narrow" w:hAnsi="Arial Narrow"/>
        <w:sz w:val="24"/>
        <w:szCs w:val="24"/>
      </w:rPr>
      <w:t>Usługa nadzoru inwestorskiego branży budowlanej dotyczy robót budowlano-konserwatorskich przy remoncie elewacji w Muzeum Historii To</w:t>
    </w:r>
    <w:r w:rsidR="00FE02D7">
      <w:rPr>
        <w:rFonts w:ascii="Arial Narrow" w:hAnsi="Arial Narrow"/>
        <w:sz w:val="24"/>
        <w:szCs w:val="24"/>
      </w:rPr>
      <w:t>r</w:t>
    </w:r>
    <w:r w:rsidR="00FE02D7" w:rsidRPr="00E33DAB">
      <w:rPr>
        <w:rFonts w:ascii="Arial Narrow" w:hAnsi="Arial Narrow"/>
        <w:sz w:val="24"/>
        <w:szCs w:val="24"/>
      </w:rPr>
      <w:t xml:space="preserve">unia w Domu </w:t>
    </w:r>
    <w:proofErr w:type="spellStart"/>
    <w:r w:rsidR="00FE02D7" w:rsidRPr="00E33DAB">
      <w:rPr>
        <w:rFonts w:ascii="Arial Narrow" w:hAnsi="Arial Narrow"/>
        <w:sz w:val="24"/>
        <w:szCs w:val="24"/>
      </w:rPr>
      <w:t>Esken</w:t>
    </w:r>
    <w:r w:rsidR="00FE02D7">
      <w:rPr>
        <w:rFonts w:ascii="Arial Narrow" w:hAnsi="Arial Narrow"/>
        <w:sz w:val="24"/>
        <w:szCs w:val="24"/>
      </w:rPr>
      <w:t>ó</w:t>
    </w:r>
    <w:r w:rsidR="00FE02D7" w:rsidRPr="00E33DAB">
      <w:rPr>
        <w:rFonts w:ascii="Arial Narrow" w:hAnsi="Arial Narrow"/>
        <w:sz w:val="24"/>
        <w:szCs w:val="24"/>
      </w:rPr>
      <w:t>w</w:t>
    </w:r>
    <w:proofErr w:type="spellEnd"/>
    <w:r w:rsidR="00FE02D7" w:rsidRPr="00E33DAB">
      <w:rPr>
        <w:rFonts w:ascii="Arial Narrow" w:hAnsi="Arial Narrow"/>
        <w:sz w:val="24"/>
        <w:szCs w:val="24"/>
      </w:rPr>
      <w:t xml:space="preserve"> wraz z pracami dodatkowymi</w:t>
    </w:r>
    <w:bookmarkEnd w:id="1"/>
    <w:r>
      <w:rPr>
        <w:rFonts w:ascii="Arial Narrow" w:hAnsi="Arial Narrow"/>
        <w:sz w:val="24"/>
        <w:szCs w:val="24"/>
      </w:rPr>
      <w:t xml:space="preserve">, wykaz </w:t>
    </w:r>
    <w:r w:rsidR="00FE02D7">
      <w:rPr>
        <w:rFonts w:ascii="Arial Narrow" w:hAnsi="Arial Narrow"/>
        <w:sz w:val="24"/>
        <w:szCs w:val="24"/>
      </w:rPr>
      <w:t>usług</w:t>
    </w:r>
  </w:p>
  <w:p w14:paraId="69CD60C8" w14:textId="77777777" w:rsidR="0036178E" w:rsidRDefault="003617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78E"/>
    <w:rsid w:val="001522C2"/>
    <w:rsid w:val="001D1F39"/>
    <w:rsid w:val="0036178E"/>
    <w:rsid w:val="00795F52"/>
    <w:rsid w:val="00AA6F2D"/>
    <w:rsid w:val="00BB7DC2"/>
    <w:rsid w:val="00C16664"/>
    <w:rsid w:val="00C6059F"/>
    <w:rsid w:val="00CB37E0"/>
    <w:rsid w:val="00CE2DCB"/>
    <w:rsid w:val="00D37B8F"/>
    <w:rsid w:val="00FA08D4"/>
    <w:rsid w:val="00FE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CDB37"/>
  <w15:chartTrackingRefBased/>
  <w15:docId w15:val="{4808E76E-419B-4B62-8806-9AB8A632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6</TotalTime>
  <Pages>2</Pages>
  <Words>118</Words>
  <Characters>708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2</cp:revision>
  <dcterms:created xsi:type="dcterms:W3CDTF">2026-01-26T16:25:00Z</dcterms:created>
  <dcterms:modified xsi:type="dcterms:W3CDTF">2026-02-16T12:14:00Z</dcterms:modified>
</cp:coreProperties>
</file>